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DA" w:rsidRDefault="000A131A">
      <w:r>
        <w:t>d-19</w:t>
      </w:r>
    </w:p>
    <w:p w:rsidR="000A131A" w:rsidRDefault="000A131A">
      <w:r>
        <w:rPr>
          <w:noProof/>
        </w:rPr>
        <w:drawing>
          <wp:inline distT="0" distB="0" distL="0" distR="0">
            <wp:extent cx="3587750" cy="2832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31A" w:rsidRDefault="000A131A">
      <w:r>
        <w:t>c-23</w:t>
      </w:r>
    </w:p>
    <w:p w:rsidR="000A131A" w:rsidRDefault="000A131A">
      <w:r>
        <w:rPr>
          <w:noProof/>
        </w:rPr>
        <w:drawing>
          <wp:inline distT="0" distB="0" distL="0" distR="0">
            <wp:extent cx="3536950" cy="3009900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31A" w:rsidRDefault="000A131A"/>
    <w:p w:rsidR="000A131A" w:rsidRDefault="000A131A">
      <w:r>
        <w:t>d-41</w:t>
      </w:r>
    </w:p>
    <w:p w:rsidR="000A131A" w:rsidRDefault="000A131A">
      <w:r>
        <w:rPr>
          <w:noProof/>
        </w:rPr>
        <w:drawing>
          <wp:inline distT="0" distB="0" distL="0" distR="0">
            <wp:extent cx="3784600" cy="2882900"/>
            <wp:effectExtent l="1905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31A" w:rsidRDefault="000A131A">
      <w:r>
        <w:lastRenderedPageBreak/>
        <w:t>b-63</w:t>
      </w:r>
    </w:p>
    <w:p w:rsidR="000A131A" w:rsidRDefault="000A131A">
      <w:r>
        <w:rPr>
          <w:noProof/>
        </w:rPr>
        <w:drawing>
          <wp:inline distT="0" distB="0" distL="0" distR="0">
            <wp:extent cx="3765550" cy="3613150"/>
            <wp:effectExtent l="1905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0" cy="361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31A" w:rsidRDefault="000A131A">
      <w:r>
        <w:t>a-23</w:t>
      </w:r>
    </w:p>
    <w:p w:rsidR="000A131A" w:rsidRDefault="000A131A">
      <w:r>
        <w:rPr>
          <w:noProof/>
        </w:rPr>
        <w:drawing>
          <wp:inline distT="0" distB="0" distL="0" distR="0">
            <wp:extent cx="3587750" cy="34544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34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131A" w:rsidSect="000A131A">
      <w:pgSz w:w="12240" w:h="15840"/>
      <w:pgMar w:top="5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characterSpacingControl w:val="doNotCompress"/>
  <w:compat/>
  <w:rsids>
    <w:rsidRoot w:val="000A131A"/>
    <w:rsid w:val="000A131A"/>
    <w:rsid w:val="00526FDA"/>
    <w:rsid w:val="00E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-ellen.sanford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nbdoe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jo-ellen.sanford</dc:creator>
  <cp:keywords/>
  <dc:description/>
  <cp:lastModifiedBy>jo-ellen.sanford</cp:lastModifiedBy>
  <cp:revision>1</cp:revision>
  <dcterms:created xsi:type="dcterms:W3CDTF">2010-05-13T14:30:00Z</dcterms:created>
  <dcterms:modified xsi:type="dcterms:W3CDTF">2010-05-13T14:36:00Z</dcterms:modified>
</cp:coreProperties>
</file>